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7E67C0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p w:rsidR="00D054D7" w:rsidRDefault="00D054D7" w:rsidP="00D054D7">
      <w:pPr>
        <w:autoSpaceDE w:val="0"/>
        <w:autoSpaceDN w:val="0"/>
        <w:adjustRightInd w:val="0"/>
        <w:ind w:left="10065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  <w:gridCol w:w="4325"/>
      </w:tblGrid>
      <w:tr w:rsidR="001C4A05" w:rsidRPr="001C4A05" w:rsidTr="001C4A05">
        <w:tc>
          <w:tcPr>
            <w:tcW w:w="10740" w:type="dxa"/>
          </w:tcPr>
          <w:p w:rsidR="001C4A05" w:rsidRPr="001C4A05" w:rsidRDefault="001C4A05" w:rsidP="001C4A05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325" w:type="dxa"/>
          </w:tcPr>
          <w:p w:rsidR="001C4A05" w:rsidRDefault="001C4A05" w:rsidP="001C4A05">
            <w:pPr>
              <w:rPr>
                <w:rFonts w:ascii="Times New Roman" w:hAnsi="Times New Roman"/>
                <w:sz w:val="28"/>
                <w:szCs w:val="28"/>
              </w:rPr>
            </w:pPr>
            <w:r w:rsidRPr="001C4A05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FB3C3A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1C4A05" w:rsidRDefault="001C4A05" w:rsidP="001C4A05">
            <w:pPr>
              <w:rPr>
                <w:rFonts w:ascii="Times New Roman" w:hAnsi="Times New Roman"/>
                <w:sz w:val="28"/>
                <w:szCs w:val="28"/>
              </w:rPr>
            </w:pPr>
            <w:r w:rsidRPr="001C4A05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1C4A05" w:rsidRPr="001C4A05" w:rsidRDefault="001C4A05" w:rsidP="001C4A05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1C4A05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1C4A05" w:rsidRPr="001C4A05" w:rsidTr="001C4A05">
        <w:tc>
          <w:tcPr>
            <w:tcW w:w="10740" w:type="dxa"/>
          </w:tcPr>
          <w:p w:rsidR="001C4A05" w:rsidRPr="001C4A05" w:rsidRDefault="001C4A05" w:rsidP="001C4A05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325" w:type="dxa"/>
          </w:tcPr>
          <w:p w:rsidR="00533B06" w:rsidRPr="001C4A05" w:rsidRDefault="007E67C0" w:rsidP="001C4A0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29.10.2019 № 332</w:t>
            </w:r>
            <w:bookmarkStart w:id="0" w:name="_GoBack"/>
            <w:bookmarkEnd w:id="0"/>
          </w:p>
        </w:tc>
      </w:tr>
      <w:tr w:rsidR="00B90769" w:rsidRPr="001C4A05" w:rsidTr="001C4A05">
        <w:tc>
          <w:tcPr>
            <w:tcW w:w="10740" w:type="dxa"/>
          </w:tcPr>
          <w:p w:rsidR="00B90769" w:rsidRPr="001C4A05" w:rsidRDefault="00B90769" w:rsidP="001C4A05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325" w:type="dxa"/>
          </w:tcPr>
          <w:p w:rsidR="00B90769" w:rsidRPr="001C4A05" w:rsidRDefault="00B90769" w:rsidP="001C4A0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0769" w:rsidRDefault="002877D9" w:rsidP="002877D9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  <w:r w:rsidRPr="004371D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2877D9" w:rsidRDefault="002877D9" w:rsidP="002877D9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  <w:r w:rsidRPr="004371DF">
        <w:rPr>
          <w:rFonts w:ascii="Times New Roman" w:eastAsia="Calibri" w:hAnsi="Times New Roman"/>
          <w:sz w:val="28"/>
          <w:szCs w:val="28"/>
          <w:lang w:eastAsia="en-US"/>
        </w:rPr>
        <w:t>«5. Система программных мероприятий</w:t>
      </w:r>
    </w:p>
    <w:p w:rsidR="00317B0C" w:rsidRDefault="00317B0C" w:rsidP="002877D9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15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68"/>
        <w:gridCol w:w="2862"/>
        <w:gridCol w:w="2144"/>
        <w:gridCol w:w="2144"/>
        <w:gridCol w:w="1487"/>
        <w:gridCol w:w="893"/>
        <w:gridCol w:w="850"/>
        <w:gridCol w:w="851"/>
        <w:gridCol w:w="850"/>
        <w:gridCol w:w="851"/>
        <w:gridCol w:w="1701"/>
      </w:tblGrid>
      <w:tr w:rsidR="002A5AC7" w:rsidRPr="00947EA8" w:rsidTr="002A5AC7">
        <w:trPr>
          <w:trHeight w:val="720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AC7" w:rsidRPr="00684595" w:rsidRDefault="002A5AC7" w:rsidP="00947EA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84595">
              <w:rPr>
                <w:rFonts w:ascii="Times New Roman" w:hAnsi="Times New Roman"/>
                <w:spacing w:val="-2"/>
                <w:sz w:val="24"/>
                <w:szCs w:val="24"/>
              </w:rPr>
              <w:t>№</w:t>
            </w:r>
          </w:p>
          <w:p w:rsidR="002A5AC7" w:rsidRPr="00684595" w:rsidRDefault="002A5AC7" w:rsidP="00947EA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84595">
              <w:rPr>
                <w:rFonts w:ascii="Times New Roman" w:hAnsi="Times New Roman"/>
                <w:spacing w:val="-2"/>
                <w:sz w:val="24"/>
                <w:szCs w:val="24"/>
              </w:rPr>
              <w:t>п/п</w:t>
            </w:r>
          </w:p>
        </w:tc>
        <w:tc>
          <w:tcPr>
            <w:tcW w:w="28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AC7" w:rsidRPr="00684595" w:rsidRDefault="002A5AC7" w:rsidP="00947EA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84595">
              <w:rPr>
                <w:rFonts w:ascii="Times New Roman" w:hAnsi="Times New Roman"/>
                <w:spacing w:val="-2"/>
                <w:sz w:val="24"/>
                <w:szCs w:val="24"/>
              </w:rPr>
              <w:t>Программные мероприятия, обеспечивающие выполнение задачи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AC7" w:rsidRPr="00684595" w:rsidRDefault="002A5AC7" w:rsidP="00947EA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84595">
              <w:rPr>
                <w:rFonts w:ascii="Times New Roman" w:hAnsi="Times New Roman"/>
                <w:spacing w:val="-2"/>
                <w:sz w:val="24"/>
                <w:szCs w:val="24"/>
              </w:rPr>
              <w:t>Главные</w:t>
            </w:r>
          </w:p>
          <w:p w:rsidR="002A5AC7" w:rsidRPr="00684595" w:rsidRDefault="002A5AC7" w:rsidP="00947EA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84595">
              <w:rPr>
                <w:rFonts w:ascii="Times New Roman" w:hAnsi="Times New Roman"/>
                <w:spacing w:val="-2"/>
                <w:sz w:val="24"/>
                <w:szCs w:val="24"/>
              </w:rPr>
              <w:t>распорядители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AC7" w:rsidRPr="00684595" w:rsidRDefault="002A5AC7" w:rsidP="00947EA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84595">
              <w:rPr>
                <w:rFonts w:ascii="Times New Roman" w:hAnsi="Times New Roman"/>
                <w:spacing w:val="-2"/>
                <w:sz w:val="24"/>
                <w:szCs w:val="24"/>
              </w:rPr>
              <w:t>Исполнители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AC7" w:rsidRPr="00684595" w:rsidRDefault="002A5AC7" w:rsidP="00947EA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84595">
              <w:rPr>
                <w:rFonts w:ascii="Times New Roman" w:hAnsi="Times New Roman"/>
                <w:spacing w:val="-2"/>
                <w:sz w:val="24"/>
                <w:szCs w:val="24"/>
              </w:rPr>
              <w:t>Источник финанси-рования</w:t>
            </w:r>
          </w:p>
        </w:tc>
        <w:tc>
          <w:tcPr>
            <w:tcW w:w="4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AC7" w:rsidRPr="00684595" w:rsidRDefault="002A5AC7" w:rsidP="00947EA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84595">
              <w:rPr>
                <w:rFonts w:ascii="Times New Roman" w:hAnsi="Times New Roman"/>
                <w:spacing w:val="-2"/>
                <w:sz w:val="24"/>
                <w:szCs w:val="24"/>
              </w:rPr>
              <w:t>Объемы финансирования,</w:t>
            </w:r>
          </w:p>
          <w:p w:rsidR="002A5AC7" w:rsidRPr="00684595" w:rsidRDefault="002A5AC7" w:rsidP="00947EA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84595">
              <w:rPr>
                <w:rFonts w:ascii="Times New Roman" w:hAnsi="Times New Roman"/>
                <w:spacing w:val="-2"/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5AC7" w:rsidRPr="00684595" w:rsidRDefault="002A5AC7" w:rsidP="00947EA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84595">
              <w:rPr>
                <w:rFonts w:ascii="Times New Roman" w:hAnsi="Times New Roman"/>
                <w:spacing w:val="-2"/>
                <w:sz w:val="24"/>
                <w:szCs w:val="24"/>
              </w:rPr>
              <w:t>Ожидаемый</w:t>
            </w:r>
          </w:p>
          <w:p w:rsidR="002A5AC7" w:rsidRPr="00684595" w:rsidRDefault="002A5AC7" w:rsidP="00947EA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84595">
              <w:rPr>
                <w:rFonts w:ascii="Times New Roman" w:hAnsi="Times New Roman"/>
                <w:spacing w:val="-2"/>
                <w:sz w:val="24"/>
                <w:szCs w:val="24"/>
              </w:rPr>
              <w:t>результат</w:t>
            </w:r>
          </w:p>
          <w:p w:rsidR="002A5AC7" w:rsidRPr="00684595" w:rsidRDefault="002A5AC7" w:rsidP="00947EA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</w:p>
        </w:tc>
      </w:tr>
      <w:tr w:rsidR="002A5AC7" w:rsidRPr="00947EA8" w:rsidTr="002A5AC7">
        <w:trPr>
          <w:trHeight w:val="304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AC7" w:rsidRPr="00684595" w:rsidRDefault="002A5AC7" w:rsidP="00947EA8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AC7" w:rsidRPr="00684595" w:rsidRDefault="002A5AC7" w:rsidP="00947EA8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AC7" w:rsidRPr="00684595" w:rsidRDefault="002A5AC7" w:rsidP="00947EA8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AC7" w:rsidRPr="00684595" w:rsidRDefault="002A5AC7" w:rsidP="00947EA8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AC7" w:rsidRPr="00684595" w:rsidRDefault="002A5AC7" w:rsidP="00947EA8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5AC7" w:rsidRPr="00684595" w:rsidRDefault="002A5AC7" w:rsidP="00947EA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84595">
              <w:rPr>
                <w:rFonts w:ascii="Times New Roman" w:hAnsi="Times New Roman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AC7" w:rsidRPr="00684595" w:rsidRDefault="002A5AC7" w:rsidP="00947EA8">
            <w:pPr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684595">
              <w:rPr>
                <w:rFonts w:ascii="Times New Roman" w:hAnsi="Times New Roman"/>
                <w:spacing w:val="-2"/>
                <w:sz w:val="24"/>
                <w:szCs w:val="24"/>
              </w:rPr>
              <w:t>в том числе по годам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AC7" w:rsidRPr="00684595" w:rsidRDefault="002A5AC7" w:rsidP="00947EA8">
            <w:pPr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</w:p>
        </w:tc>
      </w:tr>
      <w:tr w:rsidR="002A5AC7" w:rsidRPr="00947EA8" w:rsidTr="002A5AC7">
        <w:trPr>
          <w:trHeight w:val="170"/>
          <w:tblHeader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AC7" w:rsidRPr="00684595" w:rsidRDefault="002A5AC7" w:rsidP="00947EA8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AC7" w:rsidRPr="00684595" w:rsidRDefault="002A5AC7" w:rsidP="00947EA8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AC7" w:rsidRPr="00684595" w:rsidRDefault="002A5AC7" w:rsidP="00947EA8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AC7" w:rsidRPr="00684595" w:rsidRDefault="002A5AC7" w:rsidP="00947EA8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AC7" w:rsidRPr="00684595" w:rsidRDefault="002A5AC7" w:rsidP="00947EA8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AC7" w:rsidRPr="00684595" w:rsidRDefault="002A5AC7" w:rsidP="00947EA8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5AC7" w:rsidRPr="00684595" w:rsidRDefault="002A5AC7" w:rsidP="00947EA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84595">
              <w:rPr>
                <w:rFonts w:ascii="Times New Roman" w:hAnsi="Times New Roman"/>
                <w:spacing w:val="-2"/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5AC7" w:rsidRPr="00684595" w:rsidRDefault="002A5AC7" w:rsidP="00947EA8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84595">
              <w:rPr>
                <w:rFonts w:ascii="Times New Roman" w:hAnsi="Times New Roman"/>
                <w:spacing w:val="-2"/>
                <w:sz w:val="24"/>
                <w:szCs w:val="24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5AC7" w:rsidRPr="00684595" w:rsidRDefault="002A5AC7" w:rsidP="00947EA8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84595">
              <w:rPr>
                <w:rFonts w:ascii="Times New Roman" w:hAnsi="Times New Roman"/>
                <w:spacing w:val="-2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5AC7" w:rsidRPr="002A5AC7" w:rsidRDefault="002A5AC7" w:rsidP="00947EA8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2022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AC7" w:rsidRPr="00684595" w:rsidRDefault="002A5AC7" w:rsidP="00947EA8">
            <w:pPr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</w:p>
        </w:tc>
      </w:tr>
      <w:tr w:rsidR="002A5AC7" w:rsidRPr="00947EA8" w:rsidTr="002A5AC7">
        <w:trPr>
          <w:tblHeader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AC7" w:rsidRPr="00684595" w:rsidRDefault="002A5AC7" w:rsidP="00947E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5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AC7" w:rsidRPr="00684595" w:rsidRDefault="002A5AC7" w:rsidP="00947E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5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AC7" w:rsidRPr="00684595" w:rsidRDefault="002A5AC7" w:rsidP="00947E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5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AC7" w:rsidRPr="00684595" w:rsidRDefault="002A5AC7" w:rsidP="00947E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5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AC7" w:rsidRPr="00684595" w:rsidRDefault="002A5AC7" w:rsidP="00947E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5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AC7" w:rsidRPr="00684595" w:rsidRDefault="002A5AC7" w:rsidP="00947E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5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AC7" w:rsidRPr="00684595" w:rsidRDefault="002A5AC7" w:rsidP="00947E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5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AC7" w:rsidRPr="00684595" w:rsidRDefault="002A5AC7" w:rsidP="00947E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5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AC7" w:rsidRPr="00684595" w:rsidRDefault="002A5AC7" w:rsidP="00947E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5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AC7" w:rsidRPr="00684595" w:rsidRDefault="002A5AC7" w:rsidP="00947E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AC7" w:rsidRPr="00684595" w:rsidRDefault="002A5AC7" w:rsidP="005F61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595">
              <w:rPr>
                <w:rFonts w:ascii="Times New Roman" w:hAnsi="Times New Roman"/>
                <w:sz w:val="24"/>
                <w:szCs w:val="24"/>
              </w:rPr>
              <w:t>1</w:t>
            </w:r>
            <w:r w:rsidR="005F61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7580" w:rsidRPr="00947EA8" w:rsidTr="00B47141">
        <w:trPr>
          <w:trHeight w:val="105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580" w:rsidRPr="00684595" w:rsidRDefault="00D27580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8459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7580" w:rsidRPr="00B47141" w:rsidRDefault="00B47141" w:rsidP="00B4714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B47141">
              <w:rPr>
                <w:rFonts w:ascii="Times New Roman" w:hAnsi="Times New Roman"/>
                <w:sz w:val="22"/>
                <w:szCs w:val="22"/>
              </w:rPr>
              <w:t>Задача 1. Содействие восстановлению (ремонту, благоустройству) воинских захоронений, в том числе: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580" w:rsidRPr="00684595" w:rsidRDefault="00D27580" w:rsidP="00DA2C4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580" w:rsidRPr="00684595" w:rsidRDefault="00D27580" w:rsidP="00DA2C4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7580" w:rsidRPr="00684595" w:rsidRDefault="00D27580" w:rsidP="00D275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8459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7580" w:rsidRPr="00684595" w:rsidRDefault="00D27580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2520</w:t>
            </w:r>
            <w:r w:rsidRPr="0068459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7580" w:rsidRPr="00684595" w:rsidRDefault="00D27580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84595">
              <w:rPr>
                <w:rFonts w:ascii="Times New Roman" w:hAnsi="Times New Roman" w:cs="Times New Roman"/>
              </w:rPr>
              <w:t>630,0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7580" w:rsidRPr="00684595" w:rsidRDefault="00D27580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84595">
              <w:rPr>
                <w:rFonts w:ascii="Times New Roman" w:hAnsi="Times New Roman" w:cs="Times New Roman"/>
              </w:rPr>
              <w:t>630,0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7580" w:rsidRPr="00684595" w:rsidRDefault="00D27580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84595">
              <w:rPr>
                <w:rFonts w:ascii="Times New Roman" w:hAnsi="Times New Roman" w:cs="Times New Roman"/>
              </w:rPr>
              <w:t>630,0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580" w:rsidRPr="00684595" w:rsidRDefault="00D27580" w:rsidP="00DA2C49">
            <w:pPr>
              <w:pStyle w:val="ConsPlusNormal"/>
              <w:rPr>
                <w:rFonts w:ascii="Times New Roman" w:hAnsi="Times New Roman" w:cs="Times New Roman"/>
              </w:rPr>
            </w:pPr>
            <w:r w:rsidRPr="00684595">
              <w:rPr>
                <w:rFonts w:ascii="Times New Roman" w:hAnsi="Times New Roman" w:cs="Times New Roman"/>
              </w:rPr>
              <w:t>630,0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5B3" w:rsidRDefault="00186F44" w:rsidP="00186F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восстановление (ремонт, благо</w:t>
            </w:r>
            <w:r w:rsidR="00B90769">
              <w:rPr>
                <w:rFonts w:ascii="Times New Roman" w:hAnsi="Times New Roman"/>
                <w:sz w:val="22"/>
                <w:szCs w:val="22"/>
              </w:rPr>
              <w:t>-устройст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во) не менее </w:t>
            </w:r>
          </w:p>
          <w:p w:rsidR="00186F44" w:rsidRDefault="00186F44" w:rsidP="00186F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 воинских захоронений в муниципальных образованиях Рязанской области»</w:t>
            </w:r>
          </w:p>
          <w:p w:rsidR="00D27580" w:rsidRPr="00684595" w:rsidRDefault="00D27580" w:rsidP="00D2758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7580" w:rsidRPr="00947EA8" w:rsidTr="00B47141">
        <w:trPr>
          <w:trHeight w:val="197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580" w:rsidRPr="00684595" w:rsidRDefault="00D27580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8459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580" w:rsidRPr="00B47141" w:rsidRDefault="00B47141" w:rsidP="00B4714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Предоставление субсидий бюджетам муниципальных образований на проведение ремонтных (реставрацион-ных) работ на воинских захоронениях, находящихся в муниципальной собственности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580" w:rsidRPr="00684595" w:rsidRDefault="00D27580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84595">
              <w:rPr>
                <w:rFonts w:ascii="Times New Roman" w:hAnsi="Times New Roman" w:cs="Times New Roman"/>
              </w:rPr>
              <w:t>министерство по делам территорий и информационной политике Рязанской области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580" w:rsidRPr="00684595" w:rsidRDefault="00D27580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84595">
              <w:rPr>
                <w:rFonts w:ascii="Times New Roman" w:hAnsi="Times New Roman" w:cs="Times New Roman"/>
              </w:rPr>
              <w:t>министерство по делам территорий и информационной политике Рязанской области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580" w:rsidRPr="00684595" w:rsidRDefault="00D27580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8459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580" w:rsidRPr="00684595" w:rsidRDefault="00D27580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2520</w:t>
            </w:r>
            <w:r w:rsidRPr="0068459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580" w:rsidRPr="00684595" w:rsidRDefault="00D27580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84595">
              <w:rPr>
                <w:rFonts w:ascii="Times New Roman" w:hAnsi="Times New Roman" w:cs="Times New Roman"/>
              </w:rPr>
              <w:t>630,0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580" w:rsidRPr="00684595" w:rsidRDefault="00D27580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84595">
              <w:rPr>
                <w:rFonts w:ascii="Times New Roman" w:hAnsi="Times New Roman" w:cs="Times New Roman"/>
              </w:rPr>
              <w:t>630,0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580" w:rsidRPr="00684595" w:rsidRDefault="00D27580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84595">
              <w:rPr>
                <w:rFonts w:ascii="Times New Roman" w:hAnsi="Times New Roman" w:cs="Times New Roman"/>
              </w:rPr>
              <w:t>630,0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7580" w:rsidRPr="002A5AC7" w:rsidRDefault="00D27580" w:rsidP="00DA2C49">
            <w:pPr>
              <w:rPr>
                <w:rFonts w:ascii="Times New Roman" w:hAnsi="Times New Roman"/>
                <w:sz w:val="22"/>
                <w:szCs w:val="22"/>
              </w:rPr>
            </w:pPr>
            <w:r w:rsidRPr="002A5AC7">
              <w:rPr>
                <w:rFonts w:ascii="Times New Roman" w:hAnsi="Times New Roman"/>
                <w:sz w:val="22"/>
                <w:szCs w:val="22"/>
              </w:rPr>
              <w:t>630,0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580" w:rsidRPr="00684595" w:rsidRDefault="00D27580" w:rsidP="00DA2C49">
            <w:pPr>
              <w:rPr>
                <w:rFonts w:ascii="Times New Roman" w:hAnsi="Times New Roman"/>
              </w:rPr>
            </w:pPr>
          </w:p>
        </w:tc>
      </w:tr>
      <w:tr w:rsidR="00D27580" w:rsidRPr="00947EA8" w:rsidTr="00D27580">
        <w:trPr>
          <w:trHeight w:val="55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580" w:rsidRPr="00684595" w:rsidRDefault="00D27580" w:rsidP="00DA2C4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580" w:rsidRPr="00684595" w:rsidRDefault="00D27580" w:rsidP="00CA0227">
            <w:pPr>
              <w:pStyle w:val="ConsPlusNormal"/>
              <w:rPr>
                <w:rFonts w:ascii="Times New Roman" w:hAnsi="Times New Roman" w:cs="Times New Roman"/>
              </w:rPr>
            </w:pPr>
            <w:r w:rsidRPr="00684595">
              <w:rPr>
                <w:rFonts w:ascii="Times New Roman" w:hAnsi="Times New Roman" w:cs="Times New Roman"/>
              </w:rPr>
              <w:t>Итого по подпрограмме</w:t>
            </w:r>
            <w:r w:rsidR="00CA02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580" w:rsidRPr="00684595" w:rsidRDefault="00D27580" w:rsidP="00DA2C4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580" w:rsidRPr="00684595" w:rsidRDefault="00D27580" w:rsidP="00DA2C4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580" w:rsidRPr="00684595" w:rsidRDefault="00D27580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8459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580" w:rsidRPr="00684595" w:rsidRDefault="00D27580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2520</w:t>
            </w:r>
            <w:r w:rsidRPr="0068459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580" w:rsidRPr="00684595" w:rsidRDefault="00D27580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84595">
              <w:rPr>
                <w:rFonts w:ascii="Times New Roman" w:hAnsi="Times New Roman" w:cs="Times New Roman"/>
              </w:rPr>
              <w:t>630,0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580" w:rsidRPr="00684595" w:rsidRDefault="00D27580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84595">
              <w:rPr>
                <w:rFonts w:ascii="Times New Roman" w:hAnsi="Times New Roman" w:cs="Times New Roman"/>
              </w:rPr>
              <w:t>630,0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580" w:rsidRPr="00684595" w:rsidRDefault="00D27580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84595">
              <w:rPr>
                <w:rFonts w:ascii="Times New Roman" w:hAnsi="Times New Roman" w:cs="Times New Roman"/>
              </w:rPr>
              <w:t>630,0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580" w:rsidRPr="00684595" w:rsidRDefault="00D27580" w:rsidP="00DA2C49">
            <w:pPr>
              <w:pStyle w:val="ConsPlusNormal"/>
              <w:rPr>
                <w:rFonts w:ascii="Times New Roman" w:hAnsi="Times New Roman" w:cs="Times New Roman"/>
              </w:rPr>
            </w:pPr>
            <w:r w:rsidRPr="00684595">
              <w:rPr>
                <w:rFonts w:ascii="Times New Roman" w:hAnsi="Times New Roman" w:cs="Times New Roman"/>
              </w:rPr>
              <w:t>630,0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580" w:rsidRPr="00684595" w:rsidRDefault="00D27580" w:rsidP="00DA2C4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877D9" w:rsidRPr="002877D9" w:rsidRDefault="002877D9" w:rsidP="00684595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28"/>
          <w:szCs w:val="28"/>
        </w:rPr>
      </w:pPr>
    </w:p>
    <w:sectPr w:rsidR="002877D9" w:rsidRPr="002877D9" w:rsidSect="007E67C0">
      <w:headerReference w:type="default" r:id="rId11"/>
      <w:type w:val="continuous"/>
      <w:pgSz w:w="16834" w:h="11907" w:orient="landscape" w:code="9"/>
      <w:pgMar w:top="993" w:right="567" w:bottom="1134" w:left="1418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E81" w:rsidRDefault="00DF0E81">
      <w:r>
        <w:separator/>
      </w:r>
    </w:p>
  </w:endnote>
  <w:endnote w:type="continuationSeparator" w:id="0">
    <w:p w:rsidR="00DF0E81" w:rsidRDefault="00DF0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 w:rsidTr="000A6887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F01317">
          <w:pPr>
            <w:pStyle w:val="a6"/>
          </w:pPr>
          <w:r>
            <w:rPr>
              <w:noProof/>
            </w:rPr>
            <w:drawing>
              <wp:inline distT="0" distB="0" distL="0" distR="0" wp14:anchorId="68556F6A" wp14:editId="30A02BD2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0A6887" w:rsidRDefault="00F01317" w:rsidP="000A6887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0BBDE9DD" wp14:editId="0FC17D35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0A6887" w:rsidRDefault="007E67C0" w:rsidP="000A6887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1032  29.10.2019 16:33:46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0A6887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0A6887" w:rsidRDefault="00876034" w:rsidP="000A6887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0A6887" w:rsidTr="000A6887">
      <w:tc>
        <w:tcPr>
          <w:tcW w:w="2538" w:type="dxa"/>
        </w:tcPr>
        <w:p w:rsidR="00876034" w:rsidRPr="000A6887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0A6887" w:rsidRDefault="00876034" w:rsidP="000A6887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0A6887" w:rsidRDefault="00876034" w:rsidP="000A6887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0A6887" w:rsidRDefault="00876034" w:rsidP="000A6887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E81" w:rsidRDefault="00DF0E81">
      <w:r>
        <w:separator/>
      </w:r>
    </w:p>
  </w:footnote>
  <w:footnote w:type="continuationSeparator" w:id="0">
    <w:p w:rsidR="00DF0E81" w:rsidRDefault="00DF0E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6703C1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6703C1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B47141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1.7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RrMoylescLgdgr6Cro07QwGPAVw=" w:salt="NW2eaCccgEErrzZbpRxlJg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6887"/>
    <w:rsid w:val="00001D15"/>
    <w:rsid w:val="0001360F"/>
    <w:rsid w:val="00016EE3"/>
    <w:rsid w:val="00017AC7"/>
    <w:rsid w:val="00020E0B"/>
    <w:rsid w:val="000331B3"/>
    <w:rsid w:val="00033413"/>
    <w:rsid w:val="00037C0C"/>
    <w:rsid w:val="000502A3"/>
    <w:rsid w:val="00053BDC"/>
    <w:rsid w:val="00056DEB"/>
    <w:rsid w:val="000613F4"/>
    <w:rsid w:val="00073A7A"/>
    <w:rsid w:val="00076D5E"/>
    <w:rsid w:val="00084DD3"/>
    <w:rsid w:val="000917C0"/>
    <w:rsid w:val="000A10A6"/>
    <w:rsid w:val="000A6887"/>
    <w:rsid w:val="000B0736"/>
    <w:rsid w:val="000D2563"/>
    <w:rsid w:val="000D6582"/>
    <w:rsid w:val="000F4C9E"/>
    <w:rsid w:val="00103516"/>
    <w:rsid w:val="00114B94"/>
    <w:rsid w:val="00122122"/>
    <w:rsid w:val="00122CFD"/>
    <w:rsid w:val="0013502F"/>
    <w:rsid w:val="00150523"/>
    <w:rsid w:val="00151370"/>
    <w:rsid w:val="001521AE"/>
    <w:rsid w:val="001535B3"/>
    <w:rsid w:val="00162E72"/>
    <w:rsid w:val="00172BB2"/>
    <w:rsid w:val="00175BE5"/>
    <w:rsid w:val="001850F4"/>
    <w:rsid w:val="00186F44"/>
    <w:rsid w:val="00190FF9"/>
    <w:rsid w:val="001947BE"/>
    <w:rsid w:val="001A1CA4"/>
    <w:rsid w:val="001A560F"/>
    <w:rsid w:val="001B0982"/>
    <w:rsid w:val="001B32BA"/>
    <w:rsid w:val="001C4A05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33930"/>
    <w:rsid w:val="0023761A"/>
    <w:rsid w:val="00242DDB"/>
    <w:rsid w:val="002479A2"/>
    <w:rsid w:val="0026087E"/>
    <w:rsid w:val="002615BA"/>
    <w:rsid w:val="00261DE0"/>
    <w:rsid w:val="00265420"/>
    <w:rsid w:val="00274E14"/>
    <w:rsid w:val="00280A6D"/>
    <w:rsid w:val="00286ECA"/>
    <w:rsid w:val="002877D9"/>
    <w:rsid w:val="00292827"/>
    <w:rsid w:val="002953B6"/>
    <w:rsid w:val="002A1992"/>
    <w:rsid w:val="002A5AC7"/>
    <w:rsid w:val="002B2DFE"/>
    <w:rsid w:val="002B7A59"/>
    <w:rsid w:val="002C6B4B"/>
    <w:rsid w:val="002E51A7"/>
    <w:rsid w:val="002E5A5F"/>
    <w:rsid w:val="002F1E81"/>
    <w:rsid w:val="002F5553"/>
    <w:rsid w:val="002F584F"/>
    <w:rsid w:val="00310D92"/>
    <w:rsid w:val="003144AB"/>
    <w:rsid w:val="003160CB"/>
    <w:rsid w:val="00317B0C"/>
    <w:rsid w:val="003222A3"/>
    <w:rsid w:val="00327C26"/>
    <w:rsid w:val="00360A40"/>
    <w:rsid w:val="00363EE2"/>
    <w:rsid w:val="003870C2"/>
    <w:rsid w:val="003C029C"/>
    <w:rsid w:val="003C218D"/>
    <w:rsid w:val="003C6B3D"/>
    <w:rsid w:val="003C7D0C"/>
    <w:rsid w:val="003D3B8A"/>
    <w:rsid w:val="003D3E42"/>
    <w:rsid w:val="003D54F8"/>
    <w:rsid w:val="003F4F5E"/>
    <w:rsid w:val="00400906"/>
    <w:rsid w:val="00411AC4"/>
    <w:rsid w:val="00417320"/>
    <w:rsid w:val="004252BC"/>
    <w:rsid w:val="0042590E"/>
    <w:rsid w:val="00433A17"/>
    <w:rsid w:val="00437F65"/>
    <w:rsid w:val="00460FEA"/>
    <w:rsid w:val="00463DDF"/>
    <w:rsid w:val="004734B7"/>
    <w:rsid w:val="00480344"/>
    <w:rsid w:val="00481B88"/>
    <w:rsid w:val="00485B4F"/>
    <w:rsid w:val="004862D1"/>
    <w:rsid w:val="004924C9"/>
    <w:rsid w:val="00496B0D"/>
    <w:rsid w:val="004A0D3A"/>
    <w:rsid w:val="004B2D5A"/>
    <w:rsid w:val="004D293D"/>
    <w:rsid w:val="004F44FE"/>
    <w:rsid w:val="005061CE"/>
    <w:rsid w:val="00512A47"/>
    <w:rsid w:val="0051781F"/>
    <w:rsid w:val="00531C68"/>
    <w:rsid w:val="00532119"/>
    <w:rsid w:val="0053329B"/>
    <w:rsid w:val="005335F3"/>
    <w:rsid w:val="00533B06"/>
    <w:rsid w:val="005374C6"/>
    <w:rsid w:val="00543C38"/>
    <w:rsid w:val="00543D2D"/>
    <w:rsid w:val="00545A3D"/>
    <w:rsid w:val="00546DBB"/>
    <w:rsid w:val="00553E0E"/>
    <w:rsid w:val="00555710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1FA3"/>
    <w:rsid w:val="005A4227"/>
    <w:rsid w:val="005A4F03"/>
    <w:rsid w:val="005B229B"/>
    <w:rsid w:val="005B3518"/>
    <w:rsid w:val="005B510E"/>
    <w:rsid w:val="005C56AE"/>
    <w:rsid w:val="005C7449"/>
    <w:rsid w:val="005E6D99"/>
    <w:rsid w:val="005F2ADD"/>
    <w:rsid w:val="005F2C49"/>
    <w:rsid w:val="005F615B"/>
    <w:rsid w:val="006013EB"/>
    <w:rsid w:val="0060479E"/>
    <w:rsid w:val="00604BE7"/>
    <w:rsid w:val="00611312"/>
    <w:rsid w:val="00616AED"/>
    <w:rsid w:val="00631BF1"/>
    <w:rsid w:val="00632A4F"/>
    <w:rsid w:val="00632B56"/>
    <w:rsid w:val="006351E3"/>
    <w:rsid w:val="0063674D"/>
    <w:rsid w:val="00644236"/>
    <w:rsid w:val="006471E5"/>
    <w:rsid w:val="00661C32"/>
    <w:rsid w:val="006703C1"/>
    <w:rsid w:val="00671D3B"/>
    <w:rsid w:val="00684595"/>
    <w:rsid w:val="00684A5B"/>
    <w:rsid w:val="006A1F71"/>
    <w:rsid w:val="006B6B1F"/>
    <w:rsid w:val="006F328B"/>
    <w:rsid w:val="006F5886"/>
    <w:rsid w:val="00707734"/>
    <w:rsid w:val="00707E19"/>
    <w:rsid w:val="00712F7C"/>
    <w:rsid w:val="00715546"/>
    <w:rsid w:val="0072328A"/>
    <w:rsid w:val="00726CEF"/>
    <w:rsid w:val="007377B5"/>
    <w:rsid w:val="00746CC2"/>
    <w:rsid w:val="00754711"/>
    <w:rsid w:val="00757843"/>
    <w:rsid w:val="00760323"/>
    <w:rsid w:val="00765600"/>
    <w:rsid w:val="007829B6"/>
    <w:rsid w:val="00791C9F"/>
    <w:rsid w:val="00792AAB"/>
    <w:rsid w:val="00793B47"/>
    <w:rsid w:val="007A1D0C"/>
    <w:rsid w:val="007A2A7B"/>
    <w:rsid w:val="007C0369"/>
    <w:rsid w:val="007D4925"/>
    <w:rsid w:val="007E67C0"/>
    <w:rsid w:val="007F0C8A"/>
    <w:rsid w:val="007F11AB"/>
    <w:rsid w:val="007F3E3C"/>
    <w:rsid w:val="00806FFE"/>
    <w:rsid w:val="008143CB"/>
    <w:rsid w:val="00823CA1"/>
    <w:rsid w:val="0083641C"/>
    <w:rsid w:val="00836F4F"/>
    <w:rsid w:val="008513B9"/>
    <w:rsid w:val="00851C6B"/>
    <w:rsid w:val="00867312"/>
    <w:rsid w:val="008702D3"/>
    <w:rsid w:val="00876034"/>
    <w:rsid w:val="008827E7"/>
    <w:rsid w:val="008927F6"/>
    <w:rsid w:val="00893C8D"/>
    <w:rsid w:val="008A1696"/>
    <w:rsid w:val="008B38F8"/>
    <w:rsid w:val="008B41EB"/>
    <w:rsid w:val="008C58FE"/>
    <w:rsid w:val="008D2595"/>
    <w:rsid w:val="008E47ED"/>
    <w:rsid w:val="008E6C41"/>
    <w:rsid w:val="008F0816"/>
    <w:rsid w:val="008F6BB7"/>
    <w:rsid w:val="00900F42"/>
    <w:rsid w:val="00914339"/>
    <w:rsid w:val="009154D8"/>
    <w:rsid w:val="00922B2B"/>
    <w:rsid w:val="00932E3C"/>
    <w:rsid w:val="009346FE"/>
    <w:rsid w:val="009461B3"/>
    <w:rsid w:val="00947EA8"/>
    <w:rsid w:val="009529CA"/>
    <w:rsid w:val="009573D3"/>
    <w:rsid w:val="00972CF7"/>
    <w:rsid w:val="00974AF6"/>
    <w:rsid w:val="00981D5A"/>
    <w:rsid w:val="009977FF"/>
    <w:rsid w:val="009A085B"/>
    <w:rsid w:val="009B0A5A"/>
    <w:rsid w:val="009B2647"/>
    <w:rsid w:val="009C1DE6"/>
    <w:rsid w:val="009C1F0E"/>
    <w:rsid w:val="009D3E8C"/>
    <w:rsid w:val="009E3A0E"/>
    <w:rsid w:val="009F1F04"/>
    <w:rsid w:val="009F6FB5"/>
    <w:rsid w:val="00A1314B"/>
    <w:rsid w:val="00A13160"/>
    <w:rsid w:val="00A137D3"/>
    <w:rsid w:val="00A32D87"/>
    <w:rsid w:val="00A3659D"/>
    <w:rsid w:val="00A42E3A"/>
    <w:rsid w:val="00A44A8F"/>
    <w:rsid w:val="00A51D96"/>
    <w:rsid w:val="00A96F84"/>
    <w:rsid w:val="00AA2E3C"/>
    <w:rsid w:val="00AB0FE5"/>
    <w:rsid w:val="00AC13DF"/>
    <w:rsid w:val="00AC23B0"/>
    <w:rsid w:val="00AC3953"/>
    <w:rsid w:val="00AC7150"/>
    <w:rsid w:val="00AE1DCA"/>
    <w:rsid w:val="00AF5F7C"/>
    <w:rsid w:val="00B01A53"/>
    <w:rsid w:val="00B02207"/>
    <w:rsid w:val="00B03403"/>
    <w:rsid w:val="00B10324"/>
    <w:rsid w:val="00B16492"/>
    <w:rsid w:val="00B333E4"/>
    <w:rsid w:val="00B376B1"/>
    <w:rsid w:val="00B47141"/>
    <w:rsid w:val="00B50AB3"/>
    <w:rsid w:val="00B60194"/>
    <w:rsid w:val="00B620D9"/>
    <w:rsid w:val="00B633DB"/>
    <w:rsid w:val="00B639ED"/>
    <w:rsid w:val="00B66A8C"/>
    <w:rsid w:val="00B8061C"/>
    <w:rsid w:val="00B83BA2"/>
    <w:rsid w:val="00B853AA"/>
    <w:rsid w:val="00B875BF"/>
    <w:rsid w:val="00B90769"/>
    <w:rsid w:val="00B91F62"/>
    <w:rsid w:val="00B976AB"/>
    <w:rsid w:val="00BA3DA9"/>
    <w:rsid w:val="00BB2C98"/>
    <w:rsid w:val="00BD0B82"/>
    <w:rsid w:val="00BE7300"/>
    <w:rsid w:val="00BF4F5F"/>
    <w:rsid w:val="00C04EEB"/>
    <w:rsid w:val="00C075A4"/>
    <w:rsid w:val="00C10F12"/>
    <w:rsid w:val="00C11826"/>
    <w:rsid w:val="00C4446A"/>
    <w:rsid w:val="00C46D42"/>
    <w:rsid w:val="00C50C32"/>
    <w:rsid w:val="00C55266"/>
    <w:rsid w:val="00C60178"/>
    <w:rsid w:val="00C61760"/>
    <w:rsid w:val="00C63CD6"/>
    <w:rsid w:val="00C87D95"/>
    <w:rsid w:val="00C9077A"/>
    <w:rsid w:val="00C95CD2"/>
    <w:rsid w:val="00CA0227"/>
    <w:rsid w:val="00CA051B"/>
    <w:rsid w:val="00CA5DCC"/>
    <w:rsid w:val="00CB3CBE"/>
    <w:rsid w:val="00CF03D8"/>
    <w:rsid w:val="00CF130E"/>
    <w:rsid w:val="00CF2284"/>
    <w:rsid w:val="00D015D5"/>
    <w:rsid w:val="00D03D68"/>
    <w:rsid w:val="00D054D7"/>
    <w:rsid w:val="00D13F47"/>
    <w:rsid w:val="00D266DD"/>
    <w:rsid w:val="00D27580"/>
    <w:rsid w:val="00D30614"/>
    <w:rsid w:val="00D32B04"/>
    <w:rsid w:val="00D374E7"/>
    <w:rsid w:val="00D63949"/>
    <w:rsid w:val="00D652E7"/>
    <w:rsid w:val="00D76F74"/>
    <w:rsid w:val="00D77BCF"/>
    <w:rsid w:val="00D84394"/>
    <w:rsid w:val="00D87EB2"/>
    <w:rsid w:val="00D95E55"/>
    <w:rsid w:val="00D977BF"/>
    <w:rsid w:val="00DB3664"/>
    <w:rsid w:val="00DC16FB"/>
    <w:rsid w:val="00DC4A65"/>
    <w:rsid w:val="00DC4F66"/>
    <w:rsid w:val="00DC6470"/>
    <w:rsid w:val="00DF0E81"/>
    <w:rsid w:val="00E10B44"/>
    <w:rsid w:val="00E11F02"/>
    <w:rsid w:val="00E144DE"/>
    <w:rsid w:val="00E20036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75BC1"/>
    <w:rsid w:val="00E87E25"/>
    <w:rsid w:val="00E91FEB"/>
    <w:rsid w:val="00EA04F1"/>
    <w:rsid w:val="00EA2FD3"/>
    <w:rsid w:val="00EB7CE9"/>
    <w:rsid w:val="00EC433F"/>
    <w:rsid w:val="00EC7250"/>
    <w:rsid w:val="00ED1FDE"/>
    <w:rsid w:val="00ED2887"/>
    <w:rsid w:val="00F01317"/>
    <w:rsid w:val="00F06EFB"/>
    <w:rsid w:val="00F1529E"/>
    <w:rsid w:val="00F16F07"/>
    <w:rsid w:val="00F45975"/>
    <w:rsid w:val="00F45B7C"/>
    <w:rsid w:val="00F45FCE"/>
    <w:rsid w:val="00F4651B"/>
    <w:rsid w:val="00F9334F"/>
    <w:rsid w:val="00F96A2E"/>
    <w:rsid w:val="00F97D7F"/>
    <w:rsid w:val="00FA122C"/>
    <w:rsid w:val="00FA3B95"/>
    <w:rsid w:val="00FA7CC4"/>
    <w:rsid w:val="00FB3C3A"/>
    <w:rsid w:val="00FC1278"/>
    <w:rsid w:val="00FC17F8"/>
    <w:rsid w:val="00FC6BEA"/>
    <w:rsid w:val="00FE370D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21AE"/>
    <w:rPr>
      <w:rFonts w:ascii="TimesET" w:hAnsi="TimesET"/>
    </w:rPr>
  </w:style>
  <w:style w:type="paragraph" w:styleId="1">
    <w:name w:val="heading 1"/>
    <w:basedOn w:val="a"/>
    <w:next w:val="a"/>
    <w:qFormat/>
    <w:rsid w:val="001521AE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1521AE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21AE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1521AE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1521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521A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521AE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1521AE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21AE"/>
    <w:rPr>
      <w:rFonts w:ascii="TimesET" w:hAnsi="TimesET"/>
    </w:rPr>
  </w:style>
  <w:style w:type="paragraph" w:styleId="1">
    <w:name w:val="heading 1"/>
    <w:basedOn w:val="a"/>
    <w:next w:val="a"/>
    <w:qFormat/>
    <w:rsid w:val="001521AE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1521AE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21AE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1521AE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1521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521A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521AE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1521AE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72.16.1.110\office_b$\&#1041;&#1083;&#1072;&#1085;&#1082;&#1080;%20&#1055;&#1088;&#1072;&#1074;&#1080;&#1090;&#1077;&#1083;&#1100;&#1089;&#1090;&#1074;&#1072;%20&#1080;%20&#1043;&#1091;&#1073;&#1077;&#1088;&#1085;&#1072;&#1090;&#1086;&#1088;&#1072;\&#1041;&#1083;&#1072;&#1085;&#1082;&#1080;%20&#1055;&#1088;&#1072;&#1074;&#1080;&#1090;&#1077;&#1083;&#1100;&#1089;&#1090;&#1074;&#1072;%20&#1080;%20&#1043;&#1091;&#1073;&#1077;&#1088;&#1085;&#1072;&#1090;&#1086;&#1088;&#1072;\&#1064;&#1040;&#1041;&#1051;&#1054;&#1053;%20&#1055;&#1056;&#1048;&#1051;&#1054;&#1046;&#1045;&#1053;&#1048;&#1071;%20&#1072;&#1083;&#1100;&#1073;&#1086;&#1084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42</TotalTime>
  <Pages>1</Pages>
  <Words>145</Words>
  <Characters>989</Characters>
  <Application>Microsoft Office Word</Application>
  <DocSecurity>0</DocSecurity>
  <Lines>141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Krokoz™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ran</dc:creator>
  <cp:lastModifiedBy>Дягилева М.А.</cp:lastModifiedBy>
  <cp:revision>15</cp:revision>
  <cp:lastPrinted>2019-10-15T07:18:00Z</cp:lastPrinted>
  <dcterms:created xsi:type="dcterms:W3CDTF">2019-08-19T07:48:00Z</dcterms:created>
  <dcterms:modified xsi:type="dcterms:W3CDTF">2019-10-29T13:33:00Z</dcterms:modified>
</cp:coreProperties>
</file>